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AA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2F3D06D" w14:textId="77777777" w:rsidR="00BF2D2E" w:rsidRP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08C1BF1E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BCD965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90DB3DD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DBA15D4" w14:textId="78138665" w:rsidR="00810B4F" w:rsidRPr="0068113D" w:rsidRDefault="00810B4F" w:rsidP="00810B4F">
      <w:pPr>
        <w:pStyle w:val="Bulleted2"/>
        <w:rPr>
          <w:rFonts w:ascii="Arial" w:hAnsi="Arial"/>
        </w:rPr>
      </w:pPr>
      <w:r w:rsidRPr="0068113D">
        <w:rPr>
          <w:rFonts w:ascii="Arial" w:hAnsi="Arial"/>
        </w:rPr>
        <w:t xml:space="preserve">inbouwspoelreservoir: </w:t>
      </w:r>
      <w:r w:rsidR="0068113D">
        <w:rPr>
          <w:rFonts w:ascii="Arial" w:hAnsi="Arial"/>
        </w:rPr>
        <w:br/>
      </w:r>
      <w:r w:rsidRPr="0068113D">
        <w:rPr>
          <w:rFonts w:ascii="Arial" w:hAnsi="Arial"/>
        </w:rPr>
        <w:t xml:space="preserve">zie </w:t>
      </w:r>
      <w:r w:rsidR="0068113D">
        <w:rPr>
          <w:rFonts w:ascii="Arial" w:hAnsi="Arial"/>
        </w:rPr>
        <w:t>GEDETAILLEERDE BESCHRIJVING VAN HET INBOUWSPOELRESERVOIR</w:t>
      </w:r>
    </w:p>
    <w:p w14:paraId="76E4391C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C6FD1D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8D324AA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3260A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B1D649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1B76612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overgangsmof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77AA6B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75B344B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70F1EB59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0BDEA7D3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77D9121B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D988873" w14:textId="71BAEAC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3FB77A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CDC6DC2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F6BA0B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F0256D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7CA4A54" w14:textId="1B11E619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 xml:space="preserve">) en afvoerbeugel met </w:t>
      </w:r>
      <w:r w:rsidR="000424F1">
        <w:rPr>
          <w:rFonts w:ascii="Arial" w:hAnsi="Arial"/>
        </w:rPr>
        <w:t xml:space="preserve">akoestische </w:t>
      </w:r>
      <w:r w:rsidRPr="00292A26">
        <w:rPr>
          <w:rFonts w:ascii="Arial" w:hAnsi="Arial"/>
        </w:rPr>
        <w:t>voering</w:t>
      </w:r>
    </w:p>
    <w:p w14:paraId="1692324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19FF616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70B05C1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38CAD898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8E42199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3DCDDDE" w14:textId="77777777" w:rsidTr="00A2047D">
        <w:tc>
          <w:tcPr>
            <w:tcW w:w="1163" w:type="dxa"/>
          </w:tcPr>
          <w:p w14:paraId="42E9D761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FF87430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198E2803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7DA1B502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3FA9F73A" w14:textId="77777777" w:rsidR="0020639C" w:rsidRPr="00735DE7" w:rsidRDefault="0020639C" w:rsidP="00157D48"/>
        </w:tc>
        <w:tc>
          <w:tcPr>
            <w:tcW w:w="6713" w:type="dxa"/>
          </w:tcPr>
          <w:p w14:paraId="767E3C5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4B28EE25" w14:textId="77777777" w:rsidTr="00A2047D">
        <w:tc>
          <w:tcPr>
            <w:tcW w:w="1163" w:type="dxa"/>
          </w:tcPr>
          <w:p w14:paraId="2B3883F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22B46F0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414D4578" w14:textId="77777777" w:rsidR="0020639C" w:rsidRPr="00735DE7" w:rsidRDefault="0020639C" w:rsidP="00157D48"/>
        </w:tc>
        <w:tc>
          <w:tcPr>
            <w:tcW w:w="142" w:type="dxa"/>
          </w:tcPr>
          <w:p w14:paraId="4C6EF618" w14:textId="77777777" w:rsidR="0020639C" w:rsidRPr="00735DE7" w:rsidRDefault="0020639C" w:rsidP="00157D48"/>
        </w:tc>
        <w:tc>
          <w:tcPr>
            <w:tcW w:w="142" w:type="dxa"/>
          </w:tcPr>
          <w:p w14:paraId="57E3C6F7" w14:textId="77777777" w:rsidR="0020639C" w:rsidRPr="00735DE7" w:rsidRDefault="0020639C" w:rsidP="00157D48"/>
        </w:tc>
        <w:tc>
          <w:tcPr>
            <w:tcW w:w="6713" w:type="dxa"/>
          </w:tcPr>
          <w:p w14:paraId="5854E02C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309BFD4C" w14:textId="77777777" w:rsidTr="00A2047D">
        <w:tc>
          <w:tcPr>
            <w:tcW w:w="1163" w:type="dxa"/>
          </w:tcPr>
          <w:p w14:paraId="7C44EC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B2F6D36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57D9971" w14:textId="77777777" w:rsidR="0020639C" w:rsidRPr="00735DE7" w:rsidRDefault="0020639C" w:rsidP="00157D48"/>
        </w:tc>
        <w:tc>
          <w:tcPr>
            <w:tcW w:w="142" w:type="dxa"/>
          </w:tcPr>
          <w:p w14:paraId="1E746263" w14:textId="77777777" w:rsidR="0020639C" w:rsidRPr="00735DE7" w:rsidRDefault="0020639C" w:rsidP="00157D48"/>
        </w:tc>
        <w:tc>
          <w:tcPr>
            <w:tcW w:w="142" w:type="dxa"/>
          </w:tcPr>
          <w:p w14:paraId="71EF3DBD" w14:textId="77777777" w:rsidR="0020639C" w:rsidRPr="00735DE7" w:rsidRDefault="0020639C" w:rsidP="00157D48"/>
        </w:tc>
        <w:tc>
          <w:tcPr>
            <w:tcW w:w="6713" w:type="dxa"/>
          </w:tcPr>
          <w:p w14:paraId="02206A5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B510BD9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F40805D" w14:textId="7546DB9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</w:t>
      </w:r>
    </w:p>
    <w:p w14:paraId="0889456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539580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3F3519F" w14:textId="3A63277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8ECEFFF" w14:textId="04BFCA3B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CBDDC93" w14:textId="63E3381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EBA638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611490B" w14:textId="77777777" w:rsidR="00891578" w:rsidRPr="000B2641" w:rsidRDefault="00891578" w:rsidP="00891578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002C0417" w14:textId="77777777" w:rsidR="00891578" w:rsidRDefault="00891578" w:rsidP="00891578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3A598B5" w14:textId="77777777" w:rsidR="00891578" w:rsidRPr="000B2641" w:rsidRDefault="00891578" w:rsidP="00891578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2E033FD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E377024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FD5D90A" w14:textId="77777777" w:rsidR="00891578" w:rsidRPr="00374722" w:rsidRDefault="00891578" w:rsidP="00891578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59F424CE" w14:textId="77777777" w:rsidR="00891578" w:rsidRPr="00B64DD5" w:rsidRDefault="00891578" w:rsidP="0089157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34DA51" w14:textId="77777777" w:rsidR="00891578" w:rsidRPr="00981C24" w:rsidRDefault="00891578" w:rsidP="00891578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4A802F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het inbouwspoelreservoir met spoelbocht is van PE en wit van kleur (niet gekleurd)</w:t>
      </w:r>
    </w:p>
    <w:p w14:paraId="2C8741C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5BF467E2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4A42201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5D60E2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5FE93140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0134A9B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F21D46E" w14:textId="77777777" w:rsidR="00891578" w:rsidRPr="00FB5AEC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5FDF5BAC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16CCBBEA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751BF19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61CF9AD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0A32249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672C73" w14:textId="77777777" w:rsidR="00891578" w:rsidRPr="00AA32BA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0A212121" w14:textId="77777777" w:rsidR="00891578" w:rsidRPr="00D23943" w:rsidRDefault="00891578" w:rsidP="00891578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400B14D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99EA74C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684DDA8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2386812" w14:textId="77777777" w:rsidR="00891578" w:rsidRDefault="00891578" w:rsidP="0089157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8FD6610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C414064" w14:textId="77777777" w:rsidR="00891578" w:rsidRPr="007704EC" w:rsidRDefault="00891578" w:rsidP="00891578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E50083C" w14:textId="77777777" w:rsidR="00891578" w:rsidRPr="005A7699" w:rsidRDefault="00891578" w:rsidP="00891578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F589959" w14:textId="77777777" w:rsidR="00891578" w:rsidRPr="00475F84" w:rsidRDefault="00891578" w:rsidP="00891578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74FFC3F8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30DFCBA" w14:textId="77777777" w:rsidR="00891578" w:rsidRPr="00C724C8" w:rsidRDefault="00891578" w:rsidP="00891578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AA53A53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FBB31F5" w14:textId="77777777" w:rsidR="00891578" w:rsidRDefault="00891578" w:rsidP="00891578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5B78597F" w14:textId="77777777" w:rsidR="00891578" w:rsidRPr="00821A1F" w:rsidRDefault="00891578" w:rsidP="00891578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330E40A5" w14:textId="77777777" w:rsidR="00891578" w:rsidRDefault="00891578" w:rsidP="00891578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4D2B5CF" w14:textId="77777777" w:rsidR="00891578" w:rsidRPr="005D2504" w:rsidRDefault="00891578" w:rsidP="00891578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6295A50F" w14:textId="77777777" w:rsidR="00891578" w:rsidRDefault="00891578" w:rsidP="00891578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klok van kunststof bezit ook een overloopbuis</w:t>
      </w:r>
    </w:p>
    <w:p w14:paraId="21EA08A4" w14:textId="6C060B83" w:rsidR="00891578" w:rsidRDefault="00891578" w:rsidP="00891578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2A5A4D67" w14:textId="77777777" w:rsidR="00891578" w:rsidRPr="00981C24" w:rsidRDefault="00891578" w:rsidP="0089157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91578" w:rsidRPr="002F1F73" w14:paraId="6B18E9D8" w14:textId="77777777" w:rsidTr="00D8061B">
        <w:tc>
          <w:tcPr>
            <w:tcW w:w="1163" w:type="dxa"/>
          </w:tcPr>
          <w:p w14:paraId="65582961" w14:textId="77777777" w:rsidR="00891578" w:rsidRPr="002F1F73" w:rsidRDefault="00891578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385A97" w14:textId="77777777" w:rsidR="00891578" w:rsidRPr="002F1F73" w:rsidRDefault="00891578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6F7F8FE" w14:textId="77777777" w:rsidR="00891578" w:rsidRPr="002F1F73" w:rsidRDefault="00891578" w:rsidP="00D8061B"/>
        </w:tc>
        <w:tc>
          <w:tcPr>
            <w:tcW w:w="142" w:type="dxa"/>
          </w:tcPr>
          <w:p w14:paraId="32181393" w14:textId="77777777" w:rsidR="00891578" w:rsidRPr="002F1F73" w:rsidRDefault="00891578" w:rsidP="00D8061B"/>
        </w:tc>
        <w:tc>
          <w:tcPr>
            <w:tcW w:w="142" w:type="dxa"/>
          </w:tcPr>
          <w:p w14:paraId="60B3BD13" w14:textId="77777777" w:rsidR="00891578" w:rsidRPr="002F1F73" w:rsidRDefault="00891578" w:rsidP="00D8061B"/>
        </w:tc>
        <w:tc>
          <w:tcPr>
            <w:tcW w:w="5300" w:type="dxa"/>
          </w:tcPr>
          <w:p w14:paraId="6A697776" w14:textId="77777777" w:rsidR="00891578" w:rsidRPr="002F1F73" w:rsidRDefault="00891578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91578" w:rsidRPr="00346C8E" w14:paraId="256E2B05" w14:textId="77777777" w:rsidTr="00D8061B">
        <w:tc>
          <w:tcPr>
            <w:tcW w:w="1163" w:type="dxa"/>
          </w:tcPr>
          <w:p w14:paraId="35CFE69A" w14:textId="77777777" w:rsidR="00891578" w:rsidRPr="00346C8E" w:rsidRDefault="00891578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3CE616A" w14:textId="77777777" w:rsidR="00891578" w:rsidRPr="00346C8E" w:rsidRDefault="00891578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7BCD37" w14:textId="77777777" w:rsidR="00891578" w:rsidRPr="00346C8E" w:rsidRDefault="00891578" w:rsidP="00D8061B"/>
        </w:tc>
        <w:tc>
          <w:tcPr>
            <w:tcW w:w="142" w:type="dxa"/>
          </w:tcPr>
          <w:p w14:paraId="6B7C892D" w14:textId="77777777" w:rsidR="00891578" w:rsidRPr="00346C8E" w:rsidRDefault="00891578" w:rsidP="00D8061B"/>
        </w:tc>
        <w:tc>
          <w:tcPr>
            <w:tcW w:w="142" w:type="dxa"/>
          </w:tcPr>
          <w:p w14:paraId="23A76727" w14:textId="77777777" w:rsidR="00891578" w:rsidRPr="00346C8E" w:rsidRDefault="00891578" w:rsidP="00D8061B"/>
        </w:tc>
        <w:tc>
          <w:tcPr>
            <w:tcW w:w="5300" w:type="dxa"/>
          </w:tcPr>
          <w:p w14:paraId="682D1AE8" w14:textId="77777777" w:rsidR="00891578" w:rsidRPr="00346C8E" w:rsidRDefault="00891578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91578" w:rsidRPr="00292A26" w14:paraId="08F96421" w14:textId="77777777" w:rsidTr="00D8061B">
        <w:tc>
          <w:tcPr>
            <w:tcW w:w="1163" w:type="dxa"/>
          </w:tcPr>
          <w:p w14:paraId="0E753882" w14:textId="77777777" w:rsidR="00891578" w:rsidRPr="00735DE7" w:rsidRDefault="00891578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20596F6" w14:textId="77777777" w:rsidR="00891578" w:rsidRPr="00735DE7" w:rsidRDefault="00891578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B7D3CFF" w14:textId="77777777" w:rsidR="00891578" w:rsidRPr="00735DE7" w:rsidRDefault="00891578" w:rsidP="00D8061B"/>
        </w:tc>
        <w:tc>
          <w:tcPr>
            <w:tcW w:w="142" w:type="dxa"/>
          </w:tcPr>
          <w:p w14:paraId="3E99F67A" w14:textId="77777777" w:rsidR="00891578" w:rsidRPr="00735DE7" w:rsidRDefault="00891578" w:rsidP="00D8061B"/>
        </w:tc>
        <w:tc>
          <w:tcPr>
            <w:tcW w:w="142" w:type="dxa"/>
          </w:tcPr>
          <w:p w14:paraId="33917944" w14:textId="77777777" w:rsidR="00891578" w:rsidRPr="00735DE7" w:rsidRDefault="00891578" w:rsidP="00D8061B"/>
        </w:tc>
        <w:tc>
          <w:tcPr>
            <w:tcW w:w="5300" w:type="dxa"/>
          </w:tcPr>
          <w:p w14:paraId="6EE60276" w14:textId="77777777" w:rsidR="00891578" w:rsidRPr="00292A26" w:rsidRDefault="00891578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65D117A" w14:textId="4215B716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1D9C56" w14:textId="77777777" w:rsidR="00891578" w:rsidRDefault="00891578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5D9ADA8" w14:textId="77777777" w:rsidR="000C0EB2" w:rsidRPr="00891578" w:rsidRDefault="000C0EB2" w:rsidP="00891578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91578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46D1AD3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6AE7FB5E" w14:textId="77777777" w:rsidR="000C0EB2" w:rsidRPr="00A75548" w:rsidRDefault="006B1C47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25A8B59" wp14:editId="01A91F47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0A33038" w14:textId="77777777" w:rsidR="000C0EB2" w:rsidRPr="00A75548" w:rsidRDefault="006B1C47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F6625F" wp14:editId="291865EE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7DC3E9" w14:textId="77777777" w:rsidR="000C0EB2" w:rsidRPr="00A75548" w:rsidRDefault="006B1C4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701FC2A" wp14:editId="7A99BFFA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74EFF7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4E6355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7E986539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7704520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8403" w14:textId="77777777" w:rsidR="00693C0F" w:rsidRDefault="00693C0F">
      <w:r>
        <w:separator/>
      </w:r>
    </w:p>
  </w:endnote>
  <w:endnote w:type="continuationSeparator" w:id="0">
    <w:p w14:paraId="48F3621F" w14:textId="77777777" w:rsidR="00693C0F" w:rsidRDefault="0069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628F6CC" w14:textId="77777777">
      <w:tc>
        <w:tcPr>
          <w:tcW w:w="3392" w:type="dxa"/>
        </w:tcPr>
        <w:p w14:paraId="79FC3A6B" w14:textId="1288231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8113D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5A2543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954681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C90A070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94CC" w14:textId="77777777" w:rsidR="00693C0F" w:rsidRDefault="00693C0F">
      <w:r>
        <w:separator/>
      </w:r>
    </w:p>
  </w:footnote>
  <w:footnote w:type="continuationSeparator" w:id="0">
    <w:p w14:paraId="1E635B69" w14:textId="77777777" w:rsidR="00693C0F" w:rsidRDefault="0069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11CA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3A66FE2" wp14:editId="431EFA75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73BD0" w14:textId="77777777" w:rsidR="007C7FFA" w:rsidRPr="00B64DD5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>, 111.3</w:t>
    </w:r>
    <w:r w:rsidR="00B24A28">
      <w:rPr>
        <w:rFonts w:ascii="Arial" w:hAnsi="Arial"/>
        <w:b/>
      </w:rPr>
      <w:t>5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C6FEADF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1159795">
    <w:abstractNumId w:val="16"/>
  </w:num>
  <w:num w:numId="2" w16cid:durableId="1986011682">
    <w:abstractNumId w:val="22"/>
  </w:num>
  <w:num w:numId="3" w16cid:durableId="844053867">
    <w:abstractNumId w:val="4"/>
  </w:num>
  <w:num w:numId="4" w16cid:durableId="1443767700">
    <w:abstractNumId w:val="3"/>
  </w:num>
  <w:num w:numId="5" w16cid:durableId="1270626318">
    <w:abstractNumId w:val="13"/>
  </w:num>
  <w:num w:numId="6" w16cid:durableId="1156611904">
    <w:abstractNumId w:val="15"/>
  </w:num>
  <w:num w:numId="7" w16cid:durableId="1383747239">
    <w:abstractNumId w:val="6"/>
  </w:num>
  <w:num w:numId="8" w16cid:durableId="1776515115">
    <w:abstractNumId w:val="19"/>
  </w:num>
  <w:num w:numId="9" w16cid:durableId="1556575707">
    <w:abstractNumId w:val="25"/>
  </w:num>
  <w:num w:numId="10" w16cid:durableId="734740026">
    <w:abstractNumId w:val="2"/>
  </w:num>
  <w:num w:numId="11" w16cid:durableId="33164387">
    <w:abstractNumId w:val="12"/>
  </w:num>
  <w:num w:numId="12" w16cid:durableId="1634018457">
    <w:abstractNumId w:val="11"/>
  </w:num>
  <w:num w:numId="13" w16cid:durableId="1292436747">
    <w:abstractNumId w:val="24"/>
  </w:num>
  <w:num w:numId="14" w16cid:durableId="794912064">
    <w:abstractNumId w:val="7"/>
  </w:num>
  <w:num w:numId="15" w16cid:durableId="1952782745">
    <w:abstractNumId w:val="0"/>
  </w:num>
  <w:num w:numId="16" w16cid:durableId="1638678570">
    <w:abstractNumId w:val="10"/>
  </w:num>
  <w:num w:numId="17" w16cid:durableId="1476415904">
    <w:abstractNumId w:val="5"/>
  </w:num>
  <w:num w:numId="18" w16cid:durableId="1682928051">
    <w:abstractNumId w:val="20"/>
  </w:num>
  <w:num w:numId="19" w16cid:durableId="1150558849">
    <w:abstractNumId w:val="21"/>
  </w:num>
  <w:num w:numId="20" w16cid:durableId="856583588">
    <w:abstractNumId w:val="18"/>
  </w:num>
  <w:num w:numId="21" w16cid:durableId="1419867229">
    <w:abstractNumId w:val="17"/>
  </w:num>
  <w:num w:numId="22" w16cid:durableId="1449006137">
    <w:abstractNumId w:val="14"/>
  </w:num>
  <w:num w:numId="23" w16cid:durableId="404648299">
    <w:abstractNumId w:val="23"/>
  </w:num>
  <w:num w:numId="24" w16cid:durableId="995182267">
    <w:abstractNumId w:val="8"/>
  </w:num>
  <w:num w:numId="25" w16cid:durableId="960264623">
    <w:abstractNumId w:val="9"/>
  </w:num>
  <w:num w:numId="26" w16cid:durableId="82533072">
    <w:abstractNumId w:val="1"/>
  </w:num>
  <w:num w:numId="27" w16cid:durableId="2101414236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85041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4F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1F2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113D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578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878413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4EC8E-ED50-468C-B5E2-E55AEB9A8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860D-2CE7-4737-8BA0-DD9C6209F7F7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D2AC58-FCC3-49E9-A575-65F9CFF4770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4</Pages>
  <Words>974</Words>
  <Characters>5690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2023-12-18T13:21:00Z</dcterms:created>
  <dcterms:modified xsi:type="dcterms:W3CDTF">2023-12-18T14:26:00Z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